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31ACDB2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2020-2023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619561" w:rsidR="0085747A" w:rsidRPr="00781B4B" w:rsidRDefault="00E632B6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81B4B" w:rsidRPr="00781B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489A63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  <w:r w:rsidR="00FD62D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911DBD5" w:rsidR="00015B8F" w:rsidRPr="00781B4B" w:rsidRDefault="00FD62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075FD61E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E9F9B27" w:rsidR="001D7A33" w:rsidRPr="00781B4B" w:rsidRDefault="00FD62D0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08E9D" w14:textId="77777777" w:rsidR="00882463" w:rsidRDefault="00882463" w:rsidP="00C16ABF">
      <w:pPr>
        <w:spacing w:after="0" w:line="240" w:lineRule="auto"/>
      </w:pPr>
      <w:r>
        <w:separator/>
      </w:r>
    </w:p>
  </w:endnote>
  <w:endnote w:type="continuationSeparator" w:id="0">
    <w:p w14:paraId="6E4D5A73" w14:textId="77777777" w:rsidR="00882463" w:rsidRDefault="008824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6CD37" w14:textId="77777777" w:rsidR="00882463" w:rsidRDefault="00882463" w:rsidP="00C16ABF">
      <w:pPr>
        <w:spacing w:after="0" w:line="240" w:lineRule="auto"/>
      </w:pPr>
      <w:r>
        <w:separator/>
      </w:r>
    </w:p>
  </w:footnote>
  <w:footnote w:type="continuationSeparator" w:id="0">
    <w:p w14:paraId="2484E37A" w14:textId="77777777" w:rsidR="00882463" w:rsidRDefault="0088246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2463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2B6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2D0"/>
    <w:rsid w:val="00FD6B99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AB618-60E8-4D9F-93EB-C31CAB16EC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2020-10-17T11:02:00Z</dcterms:created>
  <dcterms:modified xsi:type="dcterms:W3CDTF">2021-11-03T04:23:00Z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